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EFC03" w14:textId="593AFBC2" w:rsidR="0093168B" w:rsidRDefault="0093168B" w:rsidP="00E97746">
      <w:pPr>
        <w:rPr>
          <w:bCs/>
        </w:rPr>
      </w:pPr>
      <w:bookmarkStart w:id="0" w:name="_GoBack"/>
      <w:bookmarkEnd w:id="0"/>
    </w:p>
    <w:p w14:paraId="1EBEC581" w14:textId="77777777" w:rsidR="0093168B" w:rsidRPr="001E55AC" w:rsidRDefault="0093168B" w:rsidP="0093168B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Příloha č. 1 - p</w:t>
      </w:r>
      <w:r w:rsidRPr="001E55AC">
        <w:rPr>
          <w:b/>
          <w:sz w:val="24"/>
        </w:rPr>
        <w:t xml:space="preserve">řehled významných </w:t>
      </w:r>
      <w:r>
        <w:rPr>
          <w:b/>
          <w:sz w:val="24"/>
        </w:rPr>
        <w:t xml:space="preserve">materiálů, </w:t>
      </w:r>
      <w:r w:rsidRPr="001E55AC">
        <w:rPr>
          <w:b/>
          <w:sz w:val="24"/>
        </w:rPr>
        <w:t>strojů a zařízení</w:t>
      </w:r>
    </w:p>
    <w:p w14:paraId="17ABAB53" w14:textId="77777777" w:rsidR="0093168B" w:rsidRPr="001E55AC" w:rsidRDefault="0093168B" w:rsidP="0093168B">
      <w:pPr>
        <w:jc w:val="center"/>
        <w:outlineLvl w:val="0"/>
        <w:rPr>
          <w:b/>
          <w:sz w:val="24"/>
        </w:rPr>
      </w:pPr>
      <w:r w:rsidRPr="001E55AC">
        <w:rPr>
          <w:b/>
          <w:sz w:val="24"/>
        </w:rPr>
        <w:t>„</w:t>
      </w:r>
      <w:r w:rsidRPr="00F326B0">
        <w:rPr>
          <w:b/>
          <w:sz w:val="24"/>
        </w:rPr>
        <w:t>Rekonstrukce odlučovače ropných látek Hněvice</w:t>
      </w:r>
      <w:r w:rsidRPr="001E55AC">
        <w:rPr>
          <w:b/>
          <w:sz w:val="24"/>
        </w:rPr>
        <w:t>“</w:t>
      </w:r>
    </w:p>
    <w:p w14:paraId="2FD8513E" w14:textId="77777777" w:rsidR="0093168B" w:rsidRPr="001E55AC" w:rsidRDefault="0093168B" w:rsidP="0093168B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DPS</w:t>
      </w:r>
    </w:p>
    <w:p w14:paraId="18B172F2" w14:textId="77777777" w:rsidR="0093168B" w:rsidRPr="002A2503" w:rsidRDefault="0093168B" w:rsidP="0093168B"/>
    <w:p w14:paraId="6A9362F6" w14:textId="77777777" w:rsidR="0093168B" w:rsidRDefault="0093168B" w:rsidP="0093168B">
      <w:pPr>
        <w:ind w:firstLine="709"/>
      </w:pPr>
      <w:r w:rsidRPr="0027178A">
        <w:t xml:space="preserve">V tabulce bude pro vybrané </w:t>
      </w:r>
      <w:r>
        <w:t xml:space="preserve">materiály, </w:t>
      </w:r>
      <w:r w:rsidRPr="0027178A">
        <w:t>stroje</w:t>
      </w:r>
      <w:r>
        <w:t xml:space="preserve"> a</w:t>
      </w:r>
      <w:r w:rsidRPr="0027178A">
        <w:t xml:space="preserve"> zařízení, které jsou důležité z hlediska zajištění výsledné kvality díla, uveden </w:t>
      </w:r>
      <w:r>
        <w:t xml:space="preserve">jejich </w:t>
      </w:r>
      <w:r w:rsidRPr="0027178A">
        <w:t>výrobce</w:t>
      </w:r>
      <w:r>
        <w:t xml:space="preserve"> (dodavatel)</w:t>
      </w:r>
      <w:r w:rsidRPr="0027178A">
        <w:t>, kter</w:t>
      </w:r>
      <w:r>
        <w:t>ý</w:t>
      </w:r>
      <w:r w:rsidRPr="0027178A">
        <w:t xml:space="preserve"> byl</w:t>
      </w:r>
      <w:r>
        <w:t xml:space="preserve"> použit pro ocenění soupisu prací</w:t>
      </w:r>
      <w:r w:rsidRPr="0027178A">
        <w:t>. Podmínkou pro přijetí nabídky je, aby uvedené zařízení svými parametry odpovídalo technickému zadání, které je uvedeno v projektové dokumentaci a v technických specifikacích.</w:t>
      </w:r>
    </w:p>
    <w:p w14:paraId="33486849" w14:textId="77777777" w:rsidR="0093168B" w:rsidRPr="007B00C6" w:rsidRDefault="0093168B" w:rsidP="0093168B">
      <w:pPr>
        <w:jc w:val="center"/>
        <w:outlineLvl w:val="0"/>
      </w:pPr>
    </w:p>
    <w:tbl>
      <w:tblPr>
        <w:tblW w:w="4959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980"/>
        <w:gridCol w:w="2835"/>
        <w:gridCol w:w="2833"/>
      </w:tblGrid>
      <w:tr w:rsidR="0093168B" w:rsidRPr="00721FC0" w14:paraId="49B0EB7D" w14:textId="77777777" w:rsidTr="002B6C72">
        <w:trPr>
          <w:tblHeader/>
          <w:jc w:val="center"/>
        </w:trPr>
        <w:tc>
          <w:tcPr>
            <w:tcW w:w="1723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BD58817" w14:textId="77777777" w:rsidR="0093168B" w:rsidRPr="00721FC0" w:rsidRDefault="0093168B" w:rsidP="002B6C72">
            <w:pPr>
              <w:jc w:val="center"/>
              <w:rPr>
                <w:i/>
              </w:rPr>
            </w:pPr>
            <w:r w:rsidRPr="00721FC0">
              <w:rPr>
                <w:i/>
              </w:rPr>
              <w:t>Název</w:t>
            </w:r>
          </w:p>
        </w:tc>
        <w:tc>
          <w:tcPr>
            <w:tcW w:w="1639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9D2D6D0" w14:textId="77777777" w:rsidR="0093168B" w:rsidRPr="00721FC0" w:rsidRDefault="0093168B" w:rsidP="002B6C72">
            <w:pPr>
              <w:jc w:val="center"/>
              <w:rPr>
                <w:i/>
              </w:rPr>
            </w:pPr>
            <w:r w:rsidRPr="00737942">
              <w:rPr>
                <w:i/>
              </w:rPr>
              <w:t xml:space="preserve">Výrobce (dodavatel) uvažovaný </w:t>
            </w:r>
            <w:r>
              <w:rPr>
                <w:i/>
              </w:rPr>
              <w:t>v nabídce (</w:t>
            </w:r>
            <w:r w:rsidRPr="00737942">
              <w:rPr>
                <w:i/>
              </w:rPr>
              <w:t>pro</w:t>
            </w:r>
            <w:r>
              <w:rPr>
                <w:i/>
              </w:rPr>
              <w:t> </w:t>
            </w:r>
            <w:r w:rsidRPr="00737942">
              <w:rPr>
                <w:i/>
              </w:rPr>
              <w:t>zpracování dokumentace</w:t>
            </w:r>
            <w:r>
              <w:rPr>
                <w:i/>
              </w:rPr>
              <w:t>)</w:t>
            </w:r>
          </w:p>
        </w:tc>
        <w:tc>
          <w:tcPr>
            <w:tcW w:w="1638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887B82A" w14:textId="77777777" w:rsidR="0093168B" w:rsidRPr="00721FC0" w:rsidRDefault="0093168B" w:rsidP="002B6C72">
            <w:pPr>
              <w:jc w:val="center"/>
              <w:rPr>
                <w:i/>
              </w:rPr>
            </w:pPr>
            <w:r w:rsidRPr="00721FC0">
              <w:rPr>
                <w:i/>
              </w:rPr>
              <w:t>Poznámka</w:t>
            </w:r>
          </w:p>
        </w:tc>
      </w:tr>
      <w:tr w:rsidR="0093168B" w:rsidRPr="00721FC0" w14:paraId="74AA8632" w14:textId="77777777" w:rsidTr="002B6C72">
        <w:trPr>
          <w:trHeight w:val="283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346F826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  <w:r w:rsidRPr="00F326B0">
              <w:rPr>
                <w:rFonts w:cs="Arial"/>
                <w:b/>
              </w:rPr>
              <w:t>TRUBNÍ ŘADY, ZPEVNĚNÉ PLOCHY A TERÉNNÍ ÚPRAVY</w:t>
            </w:r>
          </w:p>
        </w:tc>
      </w:tr>
      <w:tr w:rsidR="0093168B" w:rsidRPr="00721FC0" w14:paraId="07F71549" w14:textId="77777777" w:rsidTr="0093168B">
        <w:trPr>
          <w:trHeight w:val="454"/>
          <w:jc w:val="center"/>
        </w:trPr>
        <w:tc>
          <w:tcPr>
            <w:tcW w:w="1723" w:type="pct"/>
            <w:shd w:val="clear" w:color="auto" w:fill="auto"/>
          </w:tcPr>
          <w:p w14:paraId="4CEB1570" w14:textId="77777777" w:rsidR="0093168B" w:rsidRDefault="0093168B" w:rsidP="002B6C72">
            <w:pPr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Plastové šachty</w:t>
            </w:r>
          </w:p>
        </w:tc>
        <w:tc>
          <w:tcPr>
            <w:tcW w:w="1639" w:type="pct"/>
            <w:shd w:val="clear" w:color="auto" w:fill="auto"/>
          </w:tcPr>
          <w:p w14:paraId="71A24B77" w14:textId="1D793406" w:rsidR="0093168B" w:rsidRPr="00B12E3B" w:rsidRDefault="0093168B" w:rsidP="002B6C7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638" w:type="pct"/>
            <w:shd w:val="clear" w:color="auto" w:fill="auto"/>
          </w:tcPr>
          <w:p w14:paraId="7A361601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</w:p>
        </w:tc>
      </w:tr>
      <w:tr w:rsidR="0093168B" w:rsidRPr="00721FC0" w14:paraId="3E903101" w14:textId="77777777" w:rsidTr="0093168B">
        <w:trPr>
          <w:trHeight w:val="454"/>
          <w:jc w:val="center"/>
        </w:trPr>
        <w:tc>
          <w:tcPr>
            <w:tcW w:w="1723" w:type="pct"/>
            <w:shd w:val="clear" w:color="auto" w:fill="auto"/>
          </w:tcPr>
          <w:p w14:paraId="2CF83ACE" w14:textId="77777777" w:rsidR="0093168B" w:rsidRPr="001763C2" w:rsidRDefault="0093168B" w:rsidP="002B6C72">
            <w:pPr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PE potrubí</w:t>
            </w:r>
          </w:p>
        </w:tc>
        <w:tc>
          <w:tcPr>
            <w:tcW w:w="1639" w:type="pct"/>
            <w:shd w:val="clear" w:color="auto" w:fill="auto"/>
          </w:tcPr>
          <w:p w14:paraId="49F4CDE6" w14:textId="4DCD9961" w:rsidR="0093168B" w:rsidRPr="009829C9" w:rsidRDefault="0093168B" w:rsidP="002B6C7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638" w:type="pct"/>
            <w:shd w:val="clear" w:color="auto" w:fill="auto"/>
          </w:tcPr>
          <w:p w14:paraId="4F8BBAF5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</w:p>
        </w:tc>
      </w:tr>
      <w:tr w:rsidR="0093168B" w:rsidRPr="00721FC0" w14:paraId="7FDD8DCD" w14:textId="77777777" w:rsidTr="002B6C72">
        <w:trPr>
          <w:trHeight w:val="283"/>
          <w:jc w:val="center"/>
        </w:trPr>
        <w:tc>
          <w:tcPr>
            <w:tcW w:w="5000" w:type="pct"/>
            <w:gridSpan w:val="3"/>
            <w:vAlign w:val="center"/>
          </w:tcPr>
          <w:p w14:paraId="3CB4D1B3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  <w:r w:rsidRPr="00F326B0">
              <w:rPr>
                <w:b/>
              </w:rPr>
              <w:t>STROJNÍ ČÁST</w:t>
            </w:r>
          </w:p>
        </w:tc>
      </w:tr>
      <w:tr w:rsidR="0093168B" w:rsidRPr="00721FC0" w14:paraId="6B09164A" w14:textId="77777777" w:rsidTr="0093168B">
        <w:trPr>
          <w:trHeight w:val="454"/>
          <w:jc w:val="center"/>
        </w:trPr>
        <w:tc>
          <w:tcPr>
            <w:tcW w:w="1723" w:type="pct"/>
          </w:tcPr>
          <w:p w14:paraId="7195E024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Odlučovač ropných látek</w:t>
            </w:r>
          </w:p>
        </w:tc>
        <w:tc>
          <w:tcPr>
            <w:tcW w:w="1639" w:type="pct"/>
          </w:tcPr>
          <w:p w14:paraId="1DC4A9DC" w14:textId="0FADC3D3" w:rsidR="0093168B" w:rsidRPr="00B12E3B" w:rsidRDefault="0093168B" w:rsidP="002B6C72">
            <w:pPr>
              <w:jc w:val="left"/>
              <w:rPr>
                <w:rFonts w:cs="Arial"/>
              </w:rPr>
            </w:pPr>
          </w:p>
        </w:tc>
        <w:tc>
          <w:tcPr>
            <w:tcW w:w="1638" w:type="pct"/>
          </w:tcPr>
          <w:p w14:paraId="1CB51C3D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</w:p>
        </w:tc>
      </w:tr>
      <w:tr w:rsidR="0093168B" w:rsidRPr="00721FC0" w14:paraId="11BEC08C" w14:textId="77777777" w:rsidTr="0093168B">
        <w:trPr>
          <w:trHeight w:val="454"/>
          <w:jc w:val="center"/>
        </w:trPr>
        <w:tc>
          <w:tcPr>
            <w:tcW w:w="1723" w:type="pct"/>
          </w:tcPr>
          <w:p w14:paraId="56A915AF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Kalová čerpadla</w:t>
            </w:r>
          </w:p>
        </w:tc>
        <w:tc>
          <w:tcPr>
            <w:tcW w:w="1639" w:type="pct"/>
          </w:tcPr>
          <w:p w14:paraId="2FB1BDB5" w14:textId="183E3A5D" w:rsidR="0093168B" w:rsidRPr="00B12E3B" w:rsidRDefault="0093168B" w:rsidP="002B6C72">
            <w:pPr>
              <w:jc w:val="left"/>
              <w:rPr>
                <w:rFonts w:cs="Arial"/>
              </w:rPr>
            </w:pPr>
          </w:p>
        </w:tc>
        <w:tc>
          <w:tcPr>
            <w:tcW w:w="1638" w:type="pct"/>
          </w:tcPr>
          <w:p w14:paraId="50C78824" w14:textId="77777777" w:rsidR="0093168B" w:rsidRPr="00B12E3B" w:rsidRDefault="0093168B" w:rsidP="002B6C72">
            <w:pPr>
              <w:pStyle w:val="Zkladntext"/>
              <w:spacing w:after="0"/>
              <w:rPr>
                <w:rFonts w:cs="Arial"/>
              </w:rPr>
            </w:pPr>
          </w:p>
        </w:tc>
      </w:tr>
      <w:tr w:rsidR="0093168B" w:rsidRPr="00721FC0" w14:paraId="07E2D9E7" w14:textId="77777777" w:rsidTr="0093168B">
        <w:trPr>
          <w:trHeight w:val="454"/>
          <w:jc w:val="center"/>
        </w:trPr>
        <w:tc>
          <w:tcPr>
            <w:tcW w:w="1723" w:type="pct"/>
          </w:tcPr>
          <w:p w14:paraId="5DED6AD0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Protizášlehová</w:t>
            </w:r>
            <w:proofErr w:type="spellEnd"/>
            <w:r>
              <w:rPr>
                <w:rFonts w:cs="Arial"/>
              </w:rPr>
              <w:t xml:space="preserve"> pojistka</w:t>
            </w:r>
          </w:p>
        </w:tc>
        <w:tc>
          <w:tcPr>
            <w:tcW w:w="1639" w:type="pct"/>
          </w:tcPr>
          <w:p w14:paraId="782790FD" w14:textId="2651CAEB" w:rsidR="0093168B" w:rsidRPr="00B12E3B" w:rsidRDefault="0093168B" w:rsidP="002B6C72">
            <w:pPr>
              <w:jc w:val="left"/>
              <w:rPr>
                <w:rFonts w:cs="Arial"/>
              </w:rPr>
            </w:pPr>
          </w:p>
        </w:tc>
        <w:tc>
          <w:tcPr>
            <w:tcW w:w="1638" w:type="pct"/>
          </w:tcPr>
          <w:p w14:paraId="20F23B8A" w14:textId="77777777" w:rsidR="0093168B" w:rsidRPr="00B12E3B" w:rsidRDefault="0093168B" w:rsidP="002B6C72">
            <w:pPr>
              <w:pStyle w:val="Zkladntext"/>
              <w:spacing w:after="0"/>
              <w:rPr>
                <w:rFonts w:cs="Arial"/>
              </w:rPr>
            </w:pPr>
          </w:p>
        </w:tc>
      </w:tr>
      <w:tr w:rsidR="0093168B" w:rsidRPr="00721FC0" w14:paraId="156CCDCE" w14:textId="77777777" w:rsidTr="002B6C72">
        <w:trPr>
          <w:trHeight w:val="283"/>
          <w:jc w:val="center"/>
        </w:trPr>
        <w:tc>
          <w:tcPr>
            <w:tcW w:w="5000" w:type="pct"/>
            <w:gridSpan w:val="3"/>
            <w:vAlign w:val="center"/>
          </w:tcPr>
          <w:p w14:paraId="24CE324F" w14:textId="77777777" w:rsidR="0093168B" w:rsidRPr="00B12E3B" w:rsidRDefault="0093168B" w:rsidP="002B6C72">
            <w:pPr>
              <w:keepNext/>
              <w:jc w:val="left"/>
              <w:rPr>
                <w:rFonts w:cs="Arial"/>
              </w:rPr>
            </w:pPr>
            <w:r w:rsidRPr="00B12E3B">
              <w:rPr>
                <w:rFonts w:cs="Arial"/>
                <w:b/>
              </w:rPr>
              <w:t>ELEKTROTECHNOLOGICKÁ ČÁST</w:t>
            </w:r>
          </w:p>
        </w:tc>
      </w:tr>
      <w:tr w:rsidR="0093168B" w:rsidRPr="00721FC0" w14:paraId="09913AA3" w14:textId="77777777" w:rsidTr="0093168B">
        <w:trPr>
          <w:trHeight w:val="454"/>
          <w:jc w:val="center"/>
        </w:trPr>
        <w:tc>
          <w:tcPr>
            <w:tcW w:w="1723" w:type="pct"/>
            <w:shd w:val="clear" w:color="auto" w:fill="auto"/>
          </w:tcPr>
          <w:p w14:paraId="0A2007CB" w14:textId="77777777" w:rsidR="0093168B" w:rsidRPr="00B12E3B" w:rsidRDefault="0093168B" w:rsidP="002B6C72">
            <w:pPr>
              <w:keepNext/>
              <w:jc w:val="left"/>
              <w:rPr>
                <w:rFonts w:cs="Arial"/>
              </w:rPr>
            </w:pPr>
            <w:r>
              <w:rPr>
                <w:rFonts w:cs="Arial"/>
              </w:rPr>
              <w:t>Kabeláž</w:t>
            </w:r>
          </w:p>
        </w:tc>
        <w:tc>
          <w:tcPr>
            <w:tcW w:w="1639" w:type="pct"/>
            <w:shd w:val="clear" w:color="auto" w:fill="auto"/>
          </w:tcPr>
          <w:p w14:paraId="09D7B3D1" w14:textId="09E673CA" w:rsidR="0093168B" w:rsidRPr="00B12E3B" w:rsidRDefault="0093168B" w:rsidP="002B6C72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1638" w:type="pct"/>
            <w:shd w:val="clear" w:color="auto" w:fill="auto"/>
          </w:tcPr>
          <w:p w14:paraId="331A0DD4" w14:textId="77777777" w:rsidR="0093168B" w:rsidRPr="00B12E3B" w:rsidRDefault="0093168B" w:rsidP="002B6C72">
            <w:pPr>
              <w:keepNext/>
              <w:jc w:val="left"/>
              <w:rPr>
                <w:rFonts w:cs="Arial"/>
              </w:rPr>
            </w:pPr>
          </w:p>
        </w:tc>
      </w:tr>
      <w:tr w:rsidR="0093168B" w:rsidRPr="00721FC0" w14:paraId="422E0BBC" w14:textId="77777777" w:rsidTr="0093168B">
        <w:trPr>
          <w:trHeight w:val="454"/>
          <w:jc w:val="center"/>
        </w:trPr>
        <w:tc>
          <w:tcPr>
            <w:tcW w:w="1723" w:type="pct"/>
            <w:shd w:val="clear" w:color="auto" w:fill="auto"/>
          </w:tcPr>
          <w:p w14:paraId="238330AB" w14:textId="77777777" w:rsidR="0093168B" w:rsidRPr="00B12E3B" w:rsidRDefault="0093168B" w:rsidP="002B6C72">
            <w:pPr>
              <w:keepNext/>
              <w:jc w:val="left"/>
              <w:rPr>
                <w:rFonts w:cs="Arial"/>
              </w:rPr>
            </w:pPr>
            <w:r>
              <w:rPr>
                <w:rFonts w:cs="Arial"/>
              </w:rPr>
              <w:t>Rozvaděč</w:t>
            </w:r>
          </w:p>
        </w:tc>
        <w:tc>
          <w:tcPr>
            <w:tcW w:w="1639" w:type="pct"/>
            <w:shd w:val="clear" w:color="auto" w:fill="auto"/>
          </w:tcPr>
          <w:p w14:paraId="7AEEE576" w14:textId="68F4B717" w:rsidR="0093168B" w:rsidRPr="00B12E3B" w:rsidRDefault="0093168B" w:rsidP="002B6C72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1638" w:type="pct"/>
            <w:shd w:val="clear" w:color="auto" w:fill="auto"/>
          </w:tcPr>
          <w:p w14:paraId="39E5DBCD" w14:textId="77777777" w:rsidR="0093168B" w:rsidRPr="00B12E3B" w:rsidRDefault="0093168B" w:rsidP="002B6C72">
            <w:pPr>
              <w:keepNext/>
              <w:jc w:val="left"/>
              <w:rPr>
                <w:rFonts w:cs="Arial"/>
              </w:rPr>
            </w:pPr>
          </w:p>
        </w:tc>
      </w:tr>
      <w:tr w:rsidR="0093168B" w:rsidRPr="00721FC0" w14:paraId="1475469D" w14:textId="77777777" w:rsidTr="0093168B">
        <w:trPr>
          <w:trHeight w:val="454"/>
          <w:jc w:val="center"/>
        </w:trPr>
        <w:tc>
          <w:tcPr>
            <w:tcW w:w="1723" w:type="pct"/>
            <w:shd w:val="clear" w:color="auto" w:fill="auto"/>
          </w:tcPr>
          <w:p w14:paraId="7B84F0FA" w14:textId="77777777" w:rsidR="0093168B" w:rsidRPr="00B12E3B" w:rsidRDefault="0093168B" w:rsidP="002B6C72">
            <w:pPr>
              <w:keepNext/>
              <w:jc w:val="left"/>
              <w:rPr>
                <w:rFonts w:cs="Arial"/>
              </w:rPr>
            </w:pPr>
            <w:r>
              <w:rPr>
                <w:rFonts w:cs="Arial"/>
              </w:rPr>
              <w:t>Ovládací prvky</w:t>
            </w:r>
          </w:p>
        </w:tc>
        <w:tc>
          <w:tcPr>
            <w:tcW w:w="1639" w:type="pct"/>
            <w:shd w:val="clear" w:color="auto" w:fill="auto"/>
          </w:tcPr>
          <w:p w14:paraId="361DA42D" w14:textId="0F20DBBA" w:rsidR="0093168B" w:rsidRPr="00B12E3B" w:rsidRDefault="0093168B" w:rsidP="002B6C72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1638" w:type="pct"/>
            <w:shd w:val="clear" w:color="auto" w:fill="auto"/>
          </w:tcPr>
          <w:p w14:paraId="2A3027D8" w14:textId="77777777" w:rsidR="0093168B" w:rsidRPr="00B12E3B" w:rsidRDefault="0093168B" w:rsidP="002B6C72">
            <w:pPr>
              <w:keepNext/>
              <w:jc w:val="left"/>
              <w:rPr>
                <w:rFonts w:cs="Arial"/>
              </w:rPr>
            </w:pPr>
          </w:p>
        </w:tc>
      </w:tr>
      <w:tr w:rsidR="0093168B" w:rsidRPr="00721FC0" w14:paraId="1DE2B49D" w14:textId="77777777" w:rsidTr="0093168B">
        <w:trPr>
          <w:trHeight w:val="454"/>
          <w:jc w:val="center"/>
        </w:trPr>
        <w:tc>
          <w:tcPr>
            <w:tcW w:w="1723" w:type="pct"/>
            <w:shd w:val="clear" w:color="auto" w:fill="auto"/>
          </w:tcPr>
          <w:p w14:paraId="7222B0E6" w14:textId="77777777" w:rsidR="0093168B" w:rsidRPr="00B12E3B" w:rsidRDefault="0093168B" w:rsidP="002B6C72">
            <w:pPr>
              <w:keepNext/>
              <w:jc w:val="left"/>
              <w:rPr>
                <w:rFonts w:cs="Arial"/>
              </w:rPr>
            </w:pPr>
            <w:r>
              <w:rPr>
                <w:rFonts w:cs="Arial"/>
              </w:rPr>
              <w:t>Svítidla</w:t>
            </w:r>
          </w:p>
        </w:tc>
        <w:tc>
          <w:tcPr>
            <w:tcW w:w="1639" w:type="pct"/>
            <w:shd w:val="clear" w:color="auto" w:fill="auto"/>
          </w:tcPr>
          <w:p w14:paraId="37E96CC7" w14:textId="7A9A3766" w:rsidR="0093168B" w:rsidRPr="00B12E3B" w:rsidRDefault="0093168B" w:rsidP="002B6C72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1638" w:type="pct"/>
            <w:shd w:val="clear" w:color="auto" w:fill="auto"/>
          </w:tcPr>
          <w:p w14:paraId="10FEE6A3" w14:textId="77777777" w:rsidR="0093168B" w:rsidRPr="00B12E3B" w:rsidRDefault="0093168B" w:rsidP="002B6C72">
            <w:pPr>
              <w:keepNext/>
              <w:jc w:val="left"/>
              <w:rPr>
                <w:rFonts w:cs="Arial"/>
              </w:rPr>
            </w:pPr>
          </w:p>
        </w:tc>
      </w:tr>
      <w:tr w:rsidR="0093168B" w:rsidRPr="00721FC0" w14:paraId="0CF09A6E" w14:textId="77777777" w:rsidTr="0093168B">
        <w:trPr>
          <w:trHeight w:val="454"/>
          <w:jc w:val="center"/>
        </w:trPr>
        <w:tc>
          <w:tcPr>
            <w:tcW w:w="1723" w:type="pct"/>
            <w:shd w:val="clear" w:color="auto" w:fill="auto"/>
          </w:tcPr>
          <w:p w14:paraId="1D37A3C2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Stožáry </w:t>
            </w:r>
          </w:p>
        </w:tc>
        <w:tc>
          <w:tcPr>
            <w:tcW w:w="1639" w:type="pct"/>
            <w:shd w:val="clear" w:color="auto" w:fill="auto"/>
          </w:tcPr>
          <w:p w14:paraId="7A921035" w14:textId="094C332D" w:rsidR="0093168B" w:rsidRPr="00B12E3B" w:rsidRDefault="0093168B" w:rsidP="002B6C72">
            <w:pPr>
              <w:jc w:val="left"/>
              <w:rPr>
                <w:rFonts w:cs="Arial"/>
              </w:rPr>
            </w:pPr>
          </w:p>
        </w:tc>
        <w:tc>
          <w:tcPr>
            <w:tcW w:w="1638" w:type="pct"/>
            <w:shd w:val="clear" w:color="auto" w:fill="auto"/>
          </w:tcPr>
          <w:p w14:paraId="5084AD13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</w:p>
        </w:tc>
      </w:tr>
      <w:tr w:rsidR="0093168B" w:rsidRPr="00721FC0" w14:paraId="7C889D9F" w14:textId="77777777" w:rsidTr="002B6C72">
        <w:trPr>
          <w:trHeight w:val="283"/>
          <w:jc w:val="center"/>
        </w:trPr>
        <w:tc>
          <w:tcPr>
            <w:tcW w:w="5000" w:type="pct"/>
            <w:gridSpan w:val="3"/>
            <w:vAlign w:val="center"/>
          </w:tcPr>
          <w:p w14:paraId="0561305A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  <w:r w:rsidRPr="00B12E3B">
              <w:rPr>
                <w:rFonts w:cs="Arial"/>
                <w:b/>
              </w:rPr>
              <w:t>SŘTP</w:t>
            </w:r>
          </w:p>
        </w:tc>
      </w:tr>
      <w:tr w:rsidR="0093168B" w:rsidRPr="00721FC0" w14:paraId="1E742C14" w14:textId="77777777" w:rsidTr="0093168B">
        <w:trPr>
          <w:trHeight w:val="454"/>
          <w:jc w:val="center"/>
        </w:trPr>
        <w:tc>
          <w:tcPr>
            <w:tcW w:w="1723" w:type="pct"/>
          </w:tcPr>
          <w:p w14:paraId="2013CE0E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Radarové hladinoměry</w:t>
            </w:r>
          </w:p>
        </w:tc>
        <w:tc>
          <w:tcPr>
            <w:tcW w:w="1639" w:type="pct"/>
          </w:tcPr>
          <w:p w14:paraId="32D4BB24" w14:textId="4ADABCBB" w:rsidR="0093168B" w:rsidRPr="00B12E3B" w:rsidRDefault="0093168B" w:rsidP="002B6C72">
            <w:pPr>
              <w:jc w:val="left"/>
              <w:rPr>
                <w:rFonts w:cs="Arial"/>
              </w:rPr>
            </w:pPr>
          </w:p>
        </w:tc>
        <w:tc>
          <w:tcPr>
            <w:tcW w:w="1638" w:type="pct"/>
          </w:tcPr>
          <w:p w14:paraId="261C1591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</w:p>
        </w:tc>
      </w:tr>
      <w:tr w:rsidR="0093168B" w:rsidRPr="00721FC0" w14:paraId="4E121AF8" w14:textId="77777777" w:rsidTr="0093168B">
        <w:trPr>
          <w:trHeight w:val="454"/>
          <w:jc w:val="center"/>
        </w:trPr>
        <w:tc>
          <w:tcPr>
            <w:tcW w:w="1723" w:type="pct"/>
          </w:tcPr>
          <w:p w14:paraId="69CBAAEB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Snímače polohy</w:t>
            </w:r>
          </w:p>
        </w:tc>
        <w:tc>
          <w:tcPr>
            <w:tcW w:w="1639" w:type="pct"/>
          </w:tcPr>
          <w:p w14:paraId="4568E74A" w14:textId="448739DC" w:rsidR="0093168B" w:rsidRPr="00B12E3B" w:rsidRDefault="0093168B" w:rsidP="002B6C7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638" w:type="pct"/>
          </w:tcPr>
          <w:p w14:paraId="647DEDA1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</w:p>
        </w:tc>
      </w:tr>
      <w:tr w:rsidR="0093168B" w:rsidRPr="00721FC0" w14:paraId="3B72B210" w14:textId="77777777" w:rsidTr="0093168B">
        <w:trPr>
          <w:trHeight w:val="454"/>
          <w:jc w:val="center"/>
        </w:trPr>
        <w:tc>
          <w:tcPr>
            <w:tcW w:w="1723" w:type="pct"/>
          </w:tcPr>
          <w:p w14:paraId="27A181FF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Snímač výparů ropného produktu v ovzduší</w:t>
            </w:r>
          </w:p>
        </w:tc>
        <w:tc>
          <w:tcPr>
            <w:tcW w:w="1639" w:type="pct"/>
          </w:tcPr>
          <w:p w14:paraId="7A04EEAC" w14:textId="12C3844B" w:rsidR="0093168B" w:rsidRPr="00B12E3B" w:rsidRDefault="0093168B" w:rsidP="002B6C72">
            <w:pPr>
              <w:keepNext/>
              <w:keepLines/>
              <w:jc w:val="left"/>
              <w:rPr>
                <w:rFonts w:cs="Arial"/>
                <w:b/>
              </w:rPr>
            </w:pPr>
          </w:p>
        </w:tc>
        <w:tc>
          <w:tcPr>
            <w:tcW w:w="1638" w:type="pct"/>
          </w:tcPr>
          <w:p w14:paraId="2A4530ED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</w:p>
        </w:tc>
      </w:tr>
      <w:tr w:rsidR="0093168B" w:rsidRPr="00721FC0" w14:paraId="6E310A5E" w14:textId="77777777" w:rsidTr="0093168B">
        <w:trPr>
          <w:trHeight w:val="454"/>
          <w:jc w:val="center"/>
        </w:trPr>
        <w:tc>
          <w:tcPr>
            <w:tcW w:w="1723" w:type="pct"/>
          </w:tcPr>
          <w:p w14:paraId="3A25F1F8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Procesní stanice</w:t>
            </w:r>
          </w:p>
        </w:tc>
        <w:tc>
          <w:tcPr>
            <w:tcW w:w="1639" w:type="pct"/>
          </w:tcPr>
          <w:p w14:paraId="5CC08EFC" w14:textId="71B6DCC7" w:rsidR="0093168B" w:rsidRPr="00B12E3B" w:rsidRDefault="0093168B" w:rsidP="002B6C7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638" w:type="pct"/>
          </w:tcPr>
          <w:p w14:paraId="623A35DB" w14:textId="77777777" w:rsidR="0093168B" w:rsidRPr="00B12E3B" w:rsidRDefault="0093168B" w:rsidP="002B6C72">
            <w:pPr>
              <w:jc w:val="left"/>
              <w:rPr>
                <w:rFonts w:cs="Arial"/>
              </w:rPr>
            </w:pPr>
          </w:p>
        </w:tc>
      </w:tr>
    </w:tbl>
    <w:p w14:paraId="6A67A2FE" w14:textId="77777777" w:rsidR="0093168B" w:rsidRPr="00737942" w:rsidRDefault="0093168B" w:rsidP="0093168B"/>
    <w:p w14:paraId="46D91D43" w14:textId="77777777" w:rsidR="0093168B" w:rsidRPr="00737942" w:rsidRDefault="0093168B" w:rsidP="00E97746">
      <w:pPr>
        <w:rPr>
          <w:bCs/>
        </w:rPr>
      </w:pPr>
    </w:p>
    <w:sectPr w:rsidR="0093168B" w:rsidRPr="00737942" w:rsidSect="007E46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809" w:right="1701" w:bottom="175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9F77B" w14:textId="77777777" w:rsidR="00131446" w:rsidRDefault="00131446" w:rsidP="00207A11">
      <w:r>
        <w:separator/>
      </w:r>
    </w:p>
  </w:endnote>
  <w:endnote w:type="continuationSeparator" w:id="0">
    <w:p w14:paraId="5D351D98" w14:textId="77777777" w:rsidR="00131446" w:rsidRDefault="00131446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B2D3F" w14:paraId="22D84D4C" w14:textId="77777777" w:rsidTr="00A56946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05AFC695" w14:textId="77777777" w:rsidR="009B2D3F" w:rsidRDefault="009B2D3F" w:rsidP="00A5694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36207F6" w14:textId="77777777" w:rsidR="009B2D3F" w:rsidRPr="00B40E75" w:rsidRDefault="009B2D3F" w:rsidP="00A56946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EB35B2"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10AED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9B2D3F" w14:paraId="6DED4CA4" w14:textId="77777777" w:rsidTr="00A56946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5F1A29C9" w14:textId="77777777" w:rsidR="009B2D3F" w:rsidRDefault="009B2D3F" w:rsidP="00A5694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242037002"/>
              <w:text/>
            </w:sdtPr>
            <w:sdtEndPr/>
            <w:sdtContent>
              <w:r w:rsidR="00EB35B2" w:rsidRPr="00EB35B2"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09C1E14F" w14:textId="02198512" w:rsidR="009B2D3F" w:rsidRDefault="009B2D3F" w:rsidP="00A5694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27942317"/>
              <w:text/>
            </w:sdtPr>
            <w:sdtEndPr/>
            <w:sdtContent>
              <w:r w:rsidR="003428BE">
                <w:rPr>
                  <w:color w:val="000000" w:themeColor="text1"/>
                  <w:sz w:val="12"/>
                  <w:szCs w:val="12"/>
                </w:rPr>
                <w:t>j</w:t>
              </w:r>
            </w:sdtContent>
          </w:sdt>
        </w:p>
      </w:tc>
    </w:tr>
    <w:tr w:rsidR="009B2D3F" w14:paraId="12478628" w14:textId="77777777" w:rsidTr="00A56946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43A23194" w14:textId="77777777" w:rsidR="009B2D3F" w:rsidRDefault="009B2D3F" w:rsidP="00A56946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9B2D3F">
            <w:rPr>
              <w:caps/>
              <w:color w:val="000000" w:themeColor="text1"/>
              <w:sz w:val="12"/>
              <w:szCs w:val="12"/>
            </w:rPr>
            <w:t>ČÍSLO dokumentu</w:t>
          </w:r>
          <w:r w:rsidRPr="00B40E75"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39388278"/>
              <w:showingPlcHdr/>
              <w:text/>
            </w:sdtPr>
            <w:sdtEndPr/>
            <w:sdtContent>
              <w:r w:rsidRPr="00B40E75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054DA4D" w14:textId="77777777" w:rsidR="009B2D3F" w:rsidRPr="00B40E75" w:rsidRDefault="009B2D3F" w:rsidP="00A5694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8910719"/>
              <w:text/>
            </w:sdtPr>
            <w:sdtEndPr/>
            <w:sdtContent>
              <w:r w:rsidR="00736819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5CF25943" w14:textId="77777777" w:rsidR="009B2D3F" w:rsidRPr="00F81B53" w:rsidRDefault="009B2D3F" w:rsidP="009B2D3F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B2D3F" w14:paraId="6389C71F" w14:textId="77777777" w:rsidTr="00A56946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27C02E49" w14:textId="77777777" w:rsidR="009B2D3F" w:rsidRDefault="009B2D3F" w:rsidP="00A5694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2BC7965" w14:textId="7163D629" w:rsidR="009B2D3F" w:rsidRPr="00B40E75" w:rsidRDefault="009B2D3F" w:rsidP="00A56946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3168B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10AED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9B2D3F" w14:paraId="34EFE07E" w14:textId="77777777" w:rsidTr="00A56946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37A8C947" w14:textId="3665B926" w:rsidR="009B2D3F" w:rsidRDefault="009B2D3F" w:rsidP="00A5694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468481839"/>
              <w:text/>
            </w:sdtPr>
            <w:sdtEndPr/>
            <w:sdtContent>
              <w:r w:rsidR="00BB474C" w:rsidRPr="008507DA">
                <w:rPr>
                  <w:caps/>
                  <w:color w:val="000000" w:themeColor="text1"/>
                  <w:sz w:val="12"/>
                  <w:szCs w:val="12"/>
                </w:rPr>
                <w:t>11 8283 02 01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613E7A8A" w14:textId="4D9D3F5B" w:rsidR="009B2D3F" w:rsidRDefault="009B2D3F" w:rsidP="00AB7E10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265458284"/>
              <w:text/>
            </w:sdtPr>
            <w:sdtEndPr/>
            <w:sdtContent>
              <w:r w:rsidR="00AB7E10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9B2D3F" w14:paraId="3451471B" w14:textId="77777777" w:rsidTr="00A56946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1840BE0" w14:textId="77777777" w:rsidR="009B2D3F" w:rsidRDefault="009B2D3F" w:rsidP="00A56946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9B2D3F">
            <w:rPr>
              <w:caps/>
              <w:color w:val="000000" w:themeColor="text1"/>
              <w:sz w:val="12"/>
              <w:szCs w:val="12"/>
            </w:rPr>
            <w:t>ČÍSLO dokumentu</w:t>
          </w:r>
          <w:r w:rsidRPr="00B40E75"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707448836"/>
              <w:showingPlcHdr/>
              <w:text/>
            </w:sdtPr>
            <w:sdtEndPr/>
            <w:sdtContent>
              <w:r w:rsidRPr="00B40E75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1C882DD" w14:textId="77777777" w:rsidR="009B2D3F" w:rsidRPr="00B40E75" w:rsidRDefault="009B2D3F" w:rsidP="00A5694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717119226"/>
              <w:text/>
            </w:sdtPr>
            <w:sdtEndPr/>
            <w:sdtContent>
              <w:r w:rsidR="00736819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2D21A329" w14:textId="77777777" w:rsidR="009B2D3F" w:rsidRPr="00F81B53" w:rsidRDefault="009B2D3F" w:rsidP="009B2D3F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7B31BF" w14:paraId="68119C31" w14:textId="77777777" w:rsidTr="007B31BF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7A975CDB" w14:textId="77777777" w:rsidR="007B31BF" w:rsidRDefault="007B31BF" w:rsidP="006F012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BD2263C" w14:textId="0DFAA9B9" w:rsidR="007B31BF" w:rsidRPr="00B40E75" w:rsidRDefault="007B31BF" w:rsidP="006F0126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10AED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10AED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7B31BF" w14:paraId="31B6563D" w14:textId="77777777" w:rsidTr="007B31BF">
      <w:trPr>
        <w:trHeight w:val="227"/>
        <w:jc w:val="center"/>
      </w:trPr>
      <w:tc>
        <w:tcPr>
          <w:tcW w:w="510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06A20030" w14:textId="2FD25811" w:rsidR="007B31BF" w:rsidRDefault="007B31BF" w:rsidP="008E4721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29778280"/>
              <w:text/>
            </w:sdtPr>
            <w:sdtEndPr/>
            <w:sdtContent>
              <w:r w:rsidR="00BB474C" w:rsidRPr="00CC453B">
                <w:rPr>
                  <w:caps/>
                  <w:color w:val="000000" w:themeColor="text1"/>
                  <w:sz w:val="12"/>
                  <w:szCs w:val="12"/>
                </w:rPr>
                <w:t>11 8283 02 01</w:t>
              </w:r>
            </w:sdtContent>
          </w:sdt>
        </w:p>
      </w:tc>
      <w:tc>
        <w:tcPr>
          <w:tcW w:w="3402" w:type="dxa"/>
          <w:tcBorders>
            <w:left w:val="nil"/>
            <w:bottom w:val="nil"/>
            <w:right w:val="nil"/>
          </w:tcBorders>
          <w:vAlign w:val="bottom"/>
        </w:tcPr>
        <w:p w14:paraId="0FEDD2A2" w14:textId="7514FE31" w:rsidR="007B31BF" w:rsidRDefault="007B31BF" w:rsidP="00AB7E10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977957360"/>
              <w:text/>
            </w:sdtPr>
            <w:sdtEndPr/>
            <w:sdtContent>
              <w:r w:rsidR="00AB7E10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7B31BF" w14:paraId="099911B5" w14:textId="77777777" w:rsidTr="007B31BF">
      <w:trPr>
        <w:trHeight w:val="170"/>
        <w:jc w:val="center"/>
      </w:trPr>
      <w:tc>
        <w:tcPr>
          <w:tcW w:w="510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B171D47" w14:textId="52C715C3" w:rsidR="007B31BF" w:rsidRDefault="007B31BF" w:rsidP="0093168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0CB12B3" w14:textId="77777777" w:rsidR="007B31BF" w:rsidRPr="00B40E75" w:rsidRDefault="007B31BF" w:rsidP="006F012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979604732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5048F477" w14:textId="77777777" w:rsidR="007B31BF" w:rsidRPr="00F81B53" w:rsidRDefault="007B31BF" w:rsidP="007B31BF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  <w:p w14:paraId="19D768EA" w14:textId="77777777" w:rsidR="007B31BF" w:rsidRPr="00F81B53" w:rsidRDefault="007B31BF" w:rsidP="009B2D3F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ABFACB" w14:textId="77777777" w:rsidR="00131446" w:rsidRDefault="00131446" w:rsidP="00207A11">
      <w:r>
        <w:separator/>
      </w:r>
    </w:p>
  </w:footnote>
  <w:footnote w:type="continuationSeparator" w:id="0">
    <w:p w14:paraId="5E925A8C" w14:textId="77777777" w:rsidR="00131446" w:rsidRDefault="00131446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E4889" w14:textId="77777777" w:rsidR="009B2D3F" w:rsidRPr="00AE3921" w:rsidRDefault="009B2D3F" w:rsidP="009B2D3F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18A67315" wp14:editId="4499A281">
              <wp:extent cx="683895" cy="199390"/>
              <wp:effectExtent l="1905" t="6985" r="0" b="3175"/>
              <wp:docPr id="452" name="Plátno 45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4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5A9868FC" id="Plátno 45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TVsICMAAJRNAQAOAAAAZHJzL2Uyb0RvYy54bWzsXW1vJLlx/h4g/2GgjwHWmu55F27PsHdv&#10;gwCX5AArP2BWGq0GkWaUkfa0lyD/PU+RVZwqDYtsn3SJY9OAtyV1XTX5sEgW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B2D3F" w:rsidRPr="00AE3921" w14:paraId="18944C8D" w14:textId="77777777" w:rsidTr="00A56946">
      <w:trPr>
        <w:trHeight w:val="227"/>
        <w:jc w:val="center"/>
      </w:trPr>
      <w:tc>
        <w:tcPr>
          <w:tcW w:w="5103" w:type="dxa"/>
          <w:vAlign w:val="center"/>
        </w:tcPr>
        <w:p w14:paraId="6DA1931F" w14:textId="77777777" w:rsidR="009B2D3F" w:rsidRPr="00AE3921" w:rsidRDefault="00131446" w:rsidP="00A5694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06766958"/>
              <w:showingPlcHdr/>
              <w:text/>
            </w:sdtPr>
            <w:sdtEndPr/>
            <w:sdtContent>
              <w:r w:rsidR="009B2D3F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9B2D3F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353761855"/>
              <w:showingPlcHdr/>
              <w:text/>
            </w:sdtPr>
            <w:sdtEndPr/>
            <w:sdtContent>
              <w:r w:rsidR="009B2D3F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9B2D3F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91930458"/>
              <w:showingPlcHdr/>
              <w:text/>
            </w:sdtPr>
            <w:sdtEndPr/>
            <w:sdtContent>
              <w:r w:rsidR="009B2D3F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A9606EB" w14:textId="77777777" w:rsidR="009B2D3F" w:rsidRPr="00AE3921" w:rsidRDefault="00131446" w:rsidP="00A5694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2104095468"/>
              <w:text/>
            </w:sdtPr>
            <w:sdtEndPr/>
            <w:sdtContent>
              <w:r w:rsidR="009B2D3F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9B2D3F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33605268"/>
              <w:text/>
            </w:sdtPr>
            <w:sdtEndPr/>
            <w:sdtContent>
              <w:r w:rsidR="009B2D3F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9B2D3F" w:rsidRPr="00AE3921" w14:paraId="0F066BC0" w14:textId="77777777" w:rsidTr="00A56946">
      <w:trPr>
        <w:trHeight w:val="227"/>
        <w:jc w:val="center"/>
      </w:trPr>
      <w:tc>
        <w:tcPr>
          <w:tcW w:w="5103" w:type="dxa"/>
          <w:vAlign w:val="center"/>
        </w:tcPr>
        <w:p w14:paraId="0C497546" w14:textId="77777777" w:rsidR="009B2D3F" w:rsidRPr="00AE3921" w:rsidRDefault="00131446" w:rsidP="00A5694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275530442"/>
              <w:showingPlcHdr/>
              <w:text/>
            </w:sdtPr>
            <w:sdtEndPr/>
            <w:sdtContent>
              <w:r w:rsidR="009B2D3F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924ACCF" w14:textId="77777777" w:rsidR="009B2D3F" w:rsidRPr="00AE3921" w:rsidRDefault="00131446" w:rsidP="00A5694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524708015"/>
              <w:showingPlcHdr/>
              <w:text/>
            </w:sdtPr>
            <w:sdtEndPr/>
            <w:sdtContent>
              <w:r w:rsidR="009B2D3F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14:paraId="0460639E" w14:textId="77777777" w:rsidR="009B2D3F" w:rsidRPr="00AE3921" w:rsidRDefault="009B2D3F" w:rsidP="009B2D3F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183CB" w14:textId="77777777" w:rsidR="007B31BF" w:rsidRPr="00AE3921" w:rsidRDefault="007B31BF" w:rsidP="007B31BF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54FBF957" wp14:editId="61996D93">
              <wp:extent cx="683895" cy="199390"/>
              <wp:effectExtent l="1905" t="6985" r="0" b="3175"/>
              <wp:docPr id="13" name="Plátno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4F887BBF" id="Plátno 13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7B31BF" w:rsidRPr="00AE3921" w14:paraId="5B33C0B1" w14:textId="77777777" w:rsidTr="006F0126">
      <w:trPr>
        <w:trHeight w:val="227"/>
        <w:jc w:val="center"/>
      </w:trPr>
      <w:tc>
        <w:tcPr>
          <w:tcW w:w="5103" w:type="dxa"/>
          <w:vAlign w:val="center"/>
        </w:tcPr>
        <w:p w14:paraId="1619E38F" w14:textId="479A4395" w:rsidR="007B31BF" w:rsidRPr="00AE3921" w:rsidRDefault="00131446" w:rsidP="006F012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37653516"/>
              <w:text/>
            </w:sdtPr>
            <w:sdtEndPr/>
            <w:sdtContent>
              <w:r w:rsidR="00BB474C">
                <w:rPr>
                  <w:color w:val="000000" w:themeColor="text1"/>
                  <w:sz w:val="12"/>
                  <w:szCs w:val="12"/>
                </w:rPr>
                <w:t>Rekonstrukce odlučovače ropných látek</w:t>
              </w:r>
            </w:sdtContent>
          </w:sdt>
          <w:r w:rsidR="00BB474C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415787301"/>
              <w:text/>
            </w:sdtPr>
            <w:sdtEndPr/>
            <w:sdtContent>
              <w:r w:rsidR="00BB474C">
                <w:rPr>
                  <w:color w:val="000000" w:themeColor="text1"/>
                  <w:sz w:val="12"/>
                  <w:szCs w:val="12"/>
                </w:rPr>
                <w:t>Hněvice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A3B9799" w14:textId="0F74F810" w:rsidR="007B31BF" w:rsidRPr="00AE3921" w:rsidRDefault="004C6B7A" w:rsidP="004C6B7A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Příloha č. 1 - p</w:t>
          </w:r>
          <w:r w:rsidR="007B31BF">
            <w:rPr>
              <w:color w:val="000000" w:themeColor="text1"/>
              <w:sz w:val="12"/>
              <w:szCs w:val="12"/>
            </w:rPr>
            <w:t xml:space="preserve">řehled významných </w:t>
          </w:r>
          <w:r w:rsidR="00BB474C">
            <w:rPr>
              <w:color w:val="000000" w:themeColor="text1"/>
              <w:sz w:val="12"/>
              <w:szCs w:val="12"/>
            </w:rPr>
            <w:t xml:space="preserve">materiálů, </w:t>
          </w:r>
          <w:r w:rsidR="007B31BF">
            <w:rPr>
              <w:color w:val="000000" w:themeColor="text1"/>
              <w:sz w:val="12"/>
              <w:szCs w:val="12"/>
            </w:rPr>
            <w:t>strojů a zařízení</w:t>
          </w:r>
        </w:p>
      </w:tc>
    </w:tr>
    <w:tr w:rsidR="007B31BF" w:rsidRPr="00AE3921" w14:paraId="06CCC3AC" w14:textId="77777777" w:rsidTr="006F0126">
      <w:trPr>
        <w:trHeight w:val="227"/>
        <w:jc w:val="center"/>
      </w:trPr>
      <w:tc>
        <w:tcPr>
          <w:tcW w:w="5103" w:type="dxa"/>
          <w:vAlign w:val="center"/>
        </w:tcPr>
        <w:p w14:paraId="6B7426BB" w14:textId="77777777" w:rsidR="007B31BF" w:rsidRPr="00AE3921" w:rsidRDefault="00131446" w:rsidP="006F012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248428963"/>
              <w:showingPlcHdr/>
              <w:text/>
            </w:sdtPr>
            <w:sdtEndPr/>
            <w:sdtContent>
              <w:r w:rsidR="007B31BF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1FECB5E" w14:textId="12FAD790" w:rsidR="007B31BF" w:rsidRPr="00AE3921" w:rsidRDefault="00131446" w:rsidP="006F012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1748296193"/>
              <w:text/>
            </w:sdtPr>
            <w:sdtEndPr/>
            <w:sdtContent>
              <w:r w:rsidR="00BB474C" w:rsidRPr="00277570">
                <w:rPr>
                  <w:color w:val="000000" w:themeColor="text1"/>
                  <w:sz w:val="12"/>
                  <w:szCs w:val="12"/>
                </w:rPr>
                <w:t>DPS</w:t>
              </w:r>
            </w:sdtContent>
          </w:sdt>
        </w:p>
      </w:tc>
    </w:tr>
  </w:tbl>
  <w:p w14:paraId="787B4DE3" w14:textId="6AAE67E7" w:rsidR="007B31BF" w:rsidRDefault="007B31BF" w:rsidP="007B31BF">
    <w:pPr>
      <w:pStyle w:val="Zhlav"/>
      <w:rPr>
        <w:color w:val="000000" w:themeColor="text1"/>
        <w:sz w:val="12"/>
        <w:szCs w:val="12"/>
      </w:rPr>
    </w:pPr>
  </w:p>
  <w:p w14:paraId="3FD4FB55" w14:textId="77777777" w:rsidR="003E00BF" w:rsidRPr="00AE3921" w:rsidRDefault="003E00BF" w:rsidP="007B31BF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A05C6" w14:textId="77777777" w:rsidR="0093168B" w:rsidRPr="00AE3921" w:rsidRDefault="0093168B" w:rsidP="0093168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34558CBD" wp14:editId="5104F29F">
              <wp:extent cx="683895" cy="199390"/>
              <wp:effectExtent l="1905" t="6985" r="0" b="3175"/>
              <wp:docPr id="270" name="Plátno 27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7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9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75BD0C3D" id="Plátno 270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d4jIiMAAItNAQAOAAAAZHJzL2Uyb0RvYy54bWzsXW1vJLlx/h4g/2GgjwHWmu55F27PsHdv&#10;gwCX5AArP2BWGq0GkWaUkfa0lyD/PU+RVZwqDYtsn3RJbNOAtyV1XTX5sFgk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3168B" w:rsidRPr="00AE3921" w14:paraId="6C63A589" w14:textId="77777777" w:rsidTr="002B6C72">
      <w:trPr>
        <w:trHeight w:val="227"/>
        <w:jc w:val="center"/>
      </w:trPr>
      <w:tc>
        <w:tcPr>
          <w:tcW w:w="5103" w:type="dxa"/>
          <w:vAlign w:val="center"/>
        </w:tcPr>
        <w:p w14:paraId="5B9C3354" w14:textId="77777777" w:rsidR="0093168B" w:rsidRPr="00644644" w:rsidRDefault="00131446" w:rsidP="0093168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532719284"/>
              <w:text/>
            </w:sdtPr>
            <w:sdtEndPr/>
            <w:sdtContent>
              <w:r w:rsidR="0093168B">
                <w:rPr>
                  <w:color w:val="000000" w:themeColor="text1"/>
                  <w:sz w:val="12"/>
                  <w:szCs w:val="12"/>
                </w:rPr>
                <w:t>Rekonstrukce odlučovače ropných látek</w:t>
              </w:r>
            </w:sdtContent>
          </w:sdt>
          <w:r w:rsidR="0093168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1331133519"/>
              <w:text/>
            </w:sdtPr>
            <w:sdtEndPr/>
            <w:sdtContent>
              <w:r w:rsidR="0093168B">
                <w:rPr>
                  <w:color w:val="000000" w:themeColor="text1"/>
                  <w:sz w:val="12"/>
                  <w:szCs w:val="12"/>
                </w:rPr>
                <w:t>Hněvice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1269F26A" w14:textId="73E31A26" w:rsidR="0093168B" w:rsidRDefault="00131446" w:rsidP="0093168B">
          <w:pPr>
            <w:tabs>
              <w:tab w:val="right" w:pos="8505"/>
            </w:tabs>
            <w:jc w:val="right"/>
            <w:rPr>
              <w:bCs/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9580585"/>
              <w:text/>
            </w:sdtPr>
            <w:sdtEndPr/>
            <w:sdtContent>
              <w:r w:rsidR="0093168B">
                <w:rPr>
                  <w:bCs/>
                  <w:color w:val="000000" w:themeColor="text1"/>
                  <w:sz w:val="12"/>
                  <w:szCs w:val="12"/>
                </w:rPr>
                <w:t>F</w:t>
              </w:r>
            </w:sdtContent>
          </w:sdt>
          <w:r w:rsidR="0093168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93168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656072726"/>
              <w:text/>
            </w:sdtPr>
            <w:sdtEndPr/>
            <w:sdtContent>
              <w:r w:rsidR="0093168B">
                <w:rPr>
                  <w:bCs/>
                  <w:color w:val="000000" w:themeColor="text1"/>
                  <w:sz w:val="12"/>
                  <w:szCs w:val="12"/>
                </w:rPr>
                <w:t>S</w:t>
              </w:r>
              <w:r w:rsidR="0093168B" w:rsidRPr="007B00C6">
                <w:rPr>
                  <w:bCs/>
                  <w:color w:val="000000" w:themeColor="text1"/>
                  <w:sz w:val="12"/>
                  <w:szCs w:val="12"/>
                </w:rPr>
                <w:t>oupis prací</w:t>
              </w:r>
            </w:sdtContent>
          </w:sdt>
          <w:r w:rsidR="0093168B">
            <w:rPr>
              <w:bCs/>
              <w:color w:val="000000" w:themeColor="text1"/>
              <w:sz w:val="12"/>
              <w:szCs w:val="12"/>
            </w:rPr>
            <w:t xml:space="preserve"> </w:t>
          </w:r>
        </w:p>
        <w:p w14:paraId="05857845" w14:textId="77777777" w:rsidR="0093168B" w:rsidRPr="00AE3921" w:rsidRDefault="0093168B" w:rsidP="0093168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r w:rsidRPr="002A2503">
            <w:rPr>
              <w:color w:val="000000" w:themeColor="text1"/>
              <w:sz w:val="12"/>
              <w:szCs w:val="12"/>
            </w:rPr>
            <w:t xml:space="preserve">Příloha č. 1 - </w:t>
          </w:r>
          <w:r>
            <w:rPr>
              <w:color w:val="000000" w:themeColor="text1"/>
              <w:sz w:val="12"/>
              <w:szCs w:val="12"/>
            </w:rPr>
            <w:t>p</w:t>
          </w:r>
          <w:r w:rsidRPr="002A2503">
            <w:rPr>
              <w:color w:val="000000" w:themeColor="text1"/>
              <w:sz w:val="12"/>
              <w:szCs w:val="12"/>
            </w:rPr>
            <w:t>řehled významných materiálů, strojů a zařízení</w:t>
          </w:r>
        </w:p>
      </w:tc>
    </w:tr>
    <w:tr w:rsidR="0093168B" w:rsidRPr="00AE3921" w14:paraId="4B9F482B" w14:textId="77777777" w:rsidTr="002B6C72">
      <w:trPr>
        <w:trHeight w:val="227"/>
        <w:jc w:val="center"/>
      </w:trPr>
      <w:tc>
        <w:tcPr>
          <w:tcW w:w="5103" w:type="dxa"/>
          <w:vAlign w:val="center"/>
        </w:tcPr>
        <w:p w14:paraId="45D27AFF" w14:textId="77777777" w:rsidR="0093168B" w:rsidRPr="00AE3921" w:rsidRDefault="00131446" w:rsidP="0093168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798361089"/>
              <w:showingPlcHdr/>
              <w:text/>
            </w:sdtPr>
            <w:sdtEndPr/>
            <w:sdtContent>
              <w:r w:rsidR="0093168B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6C556CA" w14:textId="77777777" w:rsidR="0093168B" w:rsidRPr="00AE3921" w:rsidRDefault="00131446" w:rsidP="0093168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808458467"/>
              <w:text/>
            </w:sdtPr>
            <w:sdtEndPr/>
            <w:sdtContent>
              <w:r w:rsidR="0093168B">
                <w:rPr>
                  <w:color w:val="000000" w:themeColor="text1"/>
                  <w:sz w:val="12"/>
                  <w:szCs w:val="12"/>
                </w:rPr>
                <w:t>DPS</w:t>
              </w:r>
            </w:sdtContent>
          </w:sdt>
        </w:p>
      </w:tc>
    </w:tr>
  </w:tbl>
  <w:p w14:paraId="38A069B8" w14:textId="77777777" w:rsidR="0093168B" w:rsidRDefault="0093168B" w:rsidP="0093168B">
    <w:pPr>
      <w:pStyle w:val="Zhlav"/>
      <w:rPr>
        <w:color w:val="000000" w:themeColor="text1"/>
        <w:sz w:val="12"/>
        <w:szCs w:val="12"/>
      </w:rPr>
    </w:pPr>
  </w:p>
  <w:p w14:paraId="7D049859" w14:textId="77777777" w:rsidR="0093168B" w:rsidRPr="00AE3921" w:rsidRDefault="0093168B" w:rsidP="0093168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21"/>
    <w:rsid w:val="000009E6"/>
    <w:rsid w:val="00003015"/>
    <w:rsid w:val="00006DA2"/>
    <w:rsid w:val="0002044B"/>
    <w:rsid w:val="00033F1B"/>
    <w:rsid w:val="00072B7C"/>
    <w:rsid w:val="00077945"/>
    <w:rsid w:val="00080905"/>
    <w:rsid w:val="00080C04"/>
    <w:rsid w:val="00083A5C"/>
    <w:rsid w:val="00083CDD"/>
    <w:rsid w:val="000919BB"/>
    <w:rsid w:val="000A3C59"/>
    <w:rsid w:val="000B1C39"/>
    <w:rsid w:val="000B469B"/>
    <w:rsid w:val="000B6B9E"/>
    <w:rsid w:val="000C6A0F"/>
    <w:rsid w:val="000C6CF1"/>
    <w:rsid w:val="000E6247"/>
    <w:rsid w:val="000F414C"/>
    <w:rsid w:val="000F6FC0"/>
    <w:rsid w:val="000F75BA"/>
    <w:rsid w:val="00100BEC"/>
    <w:rsid w:val="00102C76"/>
    <w:rsid w:val="00105FEA"/>
    <w:rsid w:val="0010737E"/>
    <w:rsid w:val="00111921"/>
    <w:rsid w:val="00113C96"/>
    <w:rsid w:val="001204F8"/>
    <w:rsid w:val="00120D4A"/>
    <w:rsid w:val="001234BA"/>
    <w:rsid w:val="00125FE1"/>
    <w:rsid w:val="0013143A"/>
    <w:rsid w:val="00131446"/>
    <w:rsid w:val="00137D5F"/>
    <w:rsid w:val="00141863"/>
    <w:rsid w:val="00141F34"/>
    <w:rsid w:val="00143261"/>
    <w:rsid w:val="00150676"/>
    <w:rsid w:val="00163321"/>
    <w:rsid w:val="00170241"/>
    <w:rsid w:val="001709FF"/>
    <w:rsid w:val="00172B59"/>
    <w:rsid w:val="001746F2"/>
    <w:rsid w:val="00174A45"/>
    <w:rsid w:val="0017502D"/>
    <w:rsid w:val="0018623B"/>
    <w:rsid w:val="00186466"/>
    <w:rsid w:val="001964FD"/>
    <w:rsid w:val="001B0384"/>
    <w:rsid w:val="001B5626"/>
    <w:rsid w:val="001B640D"/>
    <w:rsid w:val="001B7F23"/>
    <w:rsid w:val="001C4D2E"/>
    <w:rsid w:val="001D557C"/>
    <w:rsid w:val="001E55AC"/>
    <w:rsid w:val="001E5F0B"/>
    <w:rsid w:val="001F3E7C"/>
    <w:rsid w:val="00200EB0"/>
    <w:rsid w:val="002056D0"/>
    <w:rsid w:val="00207A11"/>
    <w:rsid w:val="0021565A"/>
    <w:rsid w:val="00223EC2"/>
    <w:rsid w:val="002243E1"/>
    <w:rsid w:val="00224400"/>
    <w:rsid w:val="00226929"/>
    <w:rsid w:val="002350FC"/>
    <w:rsid w:val="00243A96"/>
    <w:rsid w:val="002478AA"/>
    <w:rsid w:val="002512A5"/>
    <w:rsid w:val="002519BD"/>
    <w:rsid w:val="00254DE7"/>
    <w:rsid w:val="00256CEA"/>
    <w:rsid w:val="00260A2F"/>
    <w:rsid w:val="00261B2D"/>
    <w:rsid w:val="00267541"/>
    <w:rsid w:val="00271646"/>
    <w:rsid w:val="0028415E"/>
    <w:rsid w:val="00285F45"/>
    <w:rsid w:val="002A130B"/>
    <w:rsid w:val="002A52DF"/>
    <w:rsid w:val="002A6C3F"/>
    <w:rsid w:val="002A7915"/>
    <w:rsid w:val="002B4B0A"/>
    <w:rsid w:val="002C13C0"/>
    <w:rsid w:val="002C1E82"/>
    <w:rsid w:val="002E58D1"/>
    <w:rsid w:val="002F59AF"/>
    <w:rsid w:val="00302BC8"/>
    <w:rsid w:val="00304B67"/>
    <w:rsid w:val="0032499F"/>
    <w:rsid w:val="00324AA1"/>
    <w:rsid w:val="0033108A"/>
    <w:rsid w:val="003362AC"/>
    <w:rsid w:val="00340F3B"/>
    <w:rsid w:val="003428BE"/>
    <w:rsid w:val="00342C24"/>
    <w:rsid w:val="00344B0E"/>
    <w:rsid w:val="00345DCB"/>
    <w:rsid w:val="00347A6A"/>
    <w:rsid w:val="00356A53"/>
    <w:rsid w:val="00361121"/>
    <w:rsid w:val="0037186F"/>
    <w:rsid w:val="00372D67"/>
    <w:rsid w:val="003778F4"/>
    <w:rsid w:val="00391957"/>
    <w:rsid w:val="0039201A"/>
    <w:rsid w:val="003934CC"/>
    <w:rsid w:val="003A2229"/>
    <w:rsid w:val="003A56E8"/>
    <w:rsid w:val="003B0BB3"/>
    <w:rsid w:val="003B112F"/>
    <w:rsid w:val="003B378D"/>
    <w:rsid w:val="003B3C02"/>
    <w:rsid w:val="003B3EAA"/>
    <w:rsid w:val="003B5B1D"/>
    <w:rsid w:val="003B6D19"/>
    <w:rsid w:val="003C1C31"/>
    <w:rsid w:val="003C342E"/>
    <w:rsid w:val="003C386D"/>
    <w:rsid w:val="003C40DA"/>
    <w:rsid w:val="003C7FF8"/>
    <w:rsid w:val="003D404F"/>
    <w:rsid w:val="003E00BF"/>
    <w:rsid w:val="003F714B"/>
    <w:rsid w:val="00403619"/>
    <w:rsid w:val="00403EFE"/>
    <w:rsid w:val="0040771A"/>
    <w:rsid w:val="0041251B"/>
    <w:rsid w:val="00422633"/>
    <w:rsid w:val="00425E6E"/>
    <w:rsid w:val="004311DB"/>
    <w:rsid w:val="00432C3E"/>
    <w:rsid w:val="00436470"/>
    <w:rsid w:val="00437E07"/>
    <w:rsid w:val="00440B9B"/>
    <w:rsid w:val="0044351B"/>
    <w:rsid w:val="0044643B"/>
    <w:rsid w:val="00451CEA"/>
    <w:rsid w:val="00452E6C"/>
    <w:rsid w:val="004656C2"/>
    <w:rsid w:val="00472D5D"/>
    <w:rsid w:val="00472DFF"/>
    <w:rsid w:val="00474575"/>
    <w:rsid w:val="0047496D"/>
    <w:rsid w:val="0047581E"/>
    <w:rsid w:val="00477E8A"/>
    <w:rsid w:val="0049401B"/>
    <w:rsid w:val="004A0419"/>
    <w:rsid w:val="004B2FCB"/>
    <w:rsid w:val="004B36AD"/>
    <w:rsid w:val="004B3F22"/>
    <w:rsid w:val="004B61E0"/>
    <w:rsid w:val="004C1301"/>
    <w:rsid w:val="004C3CA6"/>
    <w:rsid w:val="004C4EFA"/>
    <w:rsid w:val="004C6B7A"/>
    <w:rsid w:val="004D0495"/>
    <w:rsid w:val="004D2987"/>
    <w:rsid w:val="004E2F0A"/>
    <w:rsid w:val="004F71B0"/>
    <w:rsid w:val="005002CD"/>
    <w:rsid w:val="00500C31"/>
    <w:rsid w:val="005016CA"/>
    <w:rsid w:val="00514EAF"/>
    <w:rsid w:val="00517E24"/>
    <w:rsid w:val="005275A9"/>
    <w:rsid w:val="0053245D"/>
    <w:rsid w:val="00532923"/>
    <w:rsid w:val="00533B32"/>
    <w:rsid w:val="00537349"/>
    <w:rsid w:val="00540576"/>
    <w:rsid w:val="00543D66"/>
    <w:rsid w:val="00550C7E"/>
    <w:rsid w:val="005550F0"/>
    <w:rsid w:val="005554BE"/>
    <w:rsid w:val="00555C85"/>
    <w:rsid w:val="00560EE0"/>
    <w:rsid w:val="00565268"/>
    <w:rsid w:val="0056633E"/>
    <w:rsid w:val="00572868"/>
    <w:rsid w:val="0057432B"/>
    <w:rsid w:val="0058005B"/>
    <w:rsid w:val="00583344"/>
    <w:rsid w:val="005A6BC0"/>
    <w:rsid w:val="005C4991"/>
    <w:rsid w:val="005C4E4A"/>
    <w:rsid w:val="005D62CE"/>
    <w:rsid w:val="005E1A93"/>
    <w:rsid w:val="005E3D54"/>
    <w:rsid w:val="005E584A"/>
    <w:rsid w:val="005E7073"/>
    <w:rsid w:val="00620476"/>
    <w:rsid w:val="0062614B"/>
    <w:rsid w:val="006368ED"/>
    <w:rsid w:val="00645701"/>
    <w:rsid w:val="00646D7F"/>
    <w:rsid w:val="00651F5E"/>
    <w:rsid w:val="00656CF6"/>
    <w:rsid w:val="0066347D"/>
    <w:rsid w:val="006744BF"/>
    <w:rsid w:val="006817D2"/>
    <w:rsid w:val="00687329"/>
    <w:rsid w:val="00693245"/>
    <w:rsid w:val="0069519E"/>
    <w:rsid w:val="006970C1"/>
    <w:rsid w:val="006A44F1"/>
    <w:rsid w:val="006B05F3"/>
    <w:rsid w:val="006B0C28"/>
    <w:rsid w:val="006B268E"/>
    <w:rsid w:val="006B3223"/>
    <w:rsid w:val="006B6C2B"/>
    <w:rsid w:val="006C1E87"/>
    <w:rsid w:val="006C3044"/>
    <w:rsid w:val="006D3A70"/>
    <w:rsid w:val="006D4B5D"/>
    <w:rsid w:val="006F3868"/>
    <w:rsid w:val="006F65D9"/>
    <w:rsid w:val="0071121B"/>
    <w:rsid w:val="00715D4B"/>
    <w:rsid w:val="00721573"/>
    <w:rsid w:val="00721FC0"/>
    <w:rsid w:val="00727546"/>
    <w:rsid w:val="00727CE4"/>
    <w:rsid w:val="00735764"/>
    <w:rsid w:val="00736819"/>
    <w:rsid w:val="007415D0"/>
    <w:rsid w:val="007538BF"/>
    <w:rsid w:val="00761417"/>
    <w:rsid w:val="00773380"/>
    <w:rsid w:val="00773A8D"/>
    <w:rsid w:val="0077490E"/>
    <w:rsid w:val="00790C78"/>
    <w:rsid w:val="00795018"/>
    <w:rsid w:val="007A0119"/>
    <w:rsid w:val="007B0D24"/>
    <w:rsid w:val="007B31BF"/>
    <w:rsid w:val="007B68CB"/>
    <w:rsid w:val="007C3CD9"/>
    <w:rsid w:val="007C488A"/>
    <w:rsid w:val="007E461D"/>
    <w:rsid w:val="007F030A"/>
    <w:rsid w:val="007F6B75"/>
    <w:rsid w:val="008061F7"/>
    <w:rsid w:val="00814282"/>
    <w:rsid w:val="008266CC"/>
    <w:rsid w:val="00831C67"/>
    <w:rsid w:val="00832013"/>
    <w:rsid w:val="00834329"/>
    <w:rsid w:val="00834D54"/>
    <w:rsid w:val="00834E34"/>
    <w:rsid w:val="00835D3E"/>
    <w:rsid w:val="00841247"/>
    <w:rsid w:val="00856F6B"/>
    <w:rsid w:val="00875478"/>
    <w:rsid w:val="00881618"/>
    <w:rsid w:val="0088743C"/>
    <w:rsid w:val="008A0D4C"/>
    <w:rsid w:val="008A4027"/>
    <w:rsid w:val="008A4C22"/>
    <w:rsid w:val="008A7352"/>
    <w:rsid w:val="008A758D"/>
    <w:rsid w:val="008A76CB"/>
    <w:rsid w:val="008B0942"/>
    <w:rsid w:val="008B1388"/>
    <w:rsid w:val="008B27F7"/>
    <w:rsid w:val="008D62C0"/>
    <w:rsid w:val="008E4721"/>
    <w:rsid w:val="008F08BE"/>
    <w:rsid w:val="008F1679"/>
    <w:rsid w:val="008F446E"/>
    <w:rsid w:val="00900EC1"/>
    <w:rsid w:val="00910AED"/>
    <w:rsid w:val="00911309"/>
    <w:rsid w:val="00911E60"/>
    <w:rsid w:val="00912E45"/>
    <w:rsid w:val="00914757"/>
    <w:rsid w:val="00920A53"/>
    <w:rsid w:val="0093168B"/>
    <w:rsid w:val="00931D9B"/>
    <w:rsid w:val="0093354C"/>
    <w:rsid w:val="00933F50"/>
    <w:rsid w:val="009441D2"/>
    <w:rsid w:val="00945925"/>
    <w:rsid w:val="00950A3C"/>
    <w:rsid w:val="00952B1F"/>
    <w:rsid w:val="00954D2C"/>
    <w:rsid w:val="00957046"/>
    <w:rsid w:val="00971A92"/>
    <w:rsid w:val="00973AD3"/>
    <w:rsid w:val="009805BC"/>
    <w:rsid w:val="009857E8"/>
    <w:rsid w:val="00990327"/>
    <w:rsid w:val="0099605E"/>
    <w:rsid w:val="009A30BE"/>
    <w:rsid w:val="009A6FF4"/>
    <w:rsid w:val="009B2D3F"/>
    <w:rsid w:val="009B3BA2"/>
    <w:rsid w:val="009B5966"/>
    <w:rsid w:val="009C613E"/>
    <w:rsid w:val="009C691C"/>
    <w:rsid w:val="009C7B62"/>
    <w:rsid w:val="009F1A29"/>
    <w:rsid w:val="009F5485"/>
    <w:rsid w:val="009F7F91"/>
    <w:rsid w:val="00A02B7D"/>
    <w:rsid w:val="00A123C1"/>
    <w:rsid w:val="00A20560"/>
    <w:rsid w:val="00A20A66"/>
    <w:rsid w:val="00A20F00"/>
    <w:rsid w:val="00A27A83"/>
    <w:rsid w:val="00A35A69"/>
    <w:rsid w:val="00A37332"/>
    <w:rsid w:val="00A41E02"/>
    <w:rsid w:val="00A44251"/>
    <w:rsid w:val="00A45DEE"/>
    <w:rsid w:val="00A50AAA"/>
    <w:rsid w:val="00A613A4"/>
    <w:rsid w:val="00A64A46"/>
    <w:rsid w:val="00A66758"/>
    <w:rsid w:val="00A71ABB"/>
    <w:rsid w:val="00A73AAA"/>
    <w:rsid w:val="00AA14F6"/>
    <w:rsid w:val="00AA2AD6"/>
    <w:rsid w:val="00AA41CD"/>
    <w:rsid w:val="00AA67DF"/>
    <w:rsid w:val="00AB7158"/>
    <w:rsid w:val="00AB7E10"/>
    <w:rsid w:val="00AD3521"/>
    <w:rsid w:val="00AD7BF6"/>
    <w:rsid w:val="00AE3921"/>
    <w:rsid w:val="00AF0F52"/>
    <w:rsid w:val="00AF35D0"/>
    <w:rsid w:val="00B03295"/>
    <w:rsid w:val="00B038F4"/>
    <w:rsid w:val="00B05189"/>
    <w:rsid w:val="00B05538"/>
    <w:rsid w:val="00B10125"/>
    <w:rsid w:val="00B11911"/>
    <w:rsid w:val="00B122B2"/>
    <w:rsid w:val="00B12E3B"/>
    <w:rsid w:val="00B13869"/>
    <w:rsid w:val="00B172E8"/>
    <w:rsid w:val="00B259D6"/>
    <w:rsid w:val="00B25B04"/>
    <w:rsid w:val="00B306D7"/>
    <w:rsid w:val="00B31406"/>
    <w:rsid w:val="00B32672"/>
    <w:rsid w:val="00B40E75"/>
    <w:rsid w:val="00B4134E"/>
    <w:rsid w:val="00B452B3"/>
    <w:rsid w:val="00B476CB"/>
    <w:rsid w:val="00B67EFE"/>
    <w:rsid w:val="00B739C6"/>
    <w:rsid w:val="00B76C19"/>
    <w:rsid w:val="00B83B6F"/>
    <w:rsid w:val="00B91FAA"/>
    <w:rsid w:val="00B93DDE"/>
    <w:rsid w:val="00BA3351"/>
    <w:rsid w:val="00BA3443"/>
    <w:rsid w:val="00BA57F2"/>
    <w:rsid w:val="00BB4429"/>
    <w:rsid w:val="00BB474C"/>
    <w:rsid w:val="00BC1C44"/>
    <w:rsid w:val="00BE1715"/>
    <w:rsid w:val="00BF0AF6"/>
    <w:rsid w:val="00C276B3"/>
    <w:rsid w:val="00C31A7D"/>
    <w:rsid w:val="00C33679"/>
    <w:rsid w:val="00C36853"/>
    <w:rsid w:val="00C42684"/>
    <w:rsid w:val="00C5414E"/>
    <w:rsid w:val="00C54CD6"/>
    <w:rsid w:val="00C5703F"/>
    <w:rsid w:val="00C65A71"/>
    <w:rsid w:val="00C65CAA"/>
    <w:rsid w:val="00C778F2"/>
    <w:rsid w:val="00C970DF"/>
    <w:rsid w:val="00CA021E"/>
    <w:rsid w:val="00CA1682"/>
    <w:rsid w:val="00CA337C"/>
    <w:rsid w:val="00CB05D5"/>
    <w:rsid w:val="00CB42E4"/>
    <w:rsid w:val="00CB573C"/>
    <w:rsid w:val="00CC0616"/>
    <w:rsid w:val="00CC0FCF"/>
    <w:rsid w:val="00CC117B"/>
    <w:rsid w:val="00CC1AD9"/>
    <w:rsid w:val="00CC22F9"/>
    <w:rsid w:val="00CC36C9"/>
    <w:rsid w:val="00CD0899"/>
    <w:rsid w:val="00CD0A42"/>
    <w:rsid w:val="00CD3A75"/>
    <w:rsid w:val="00CD4DDB"/>
    <w:rsid w:val="00CE29BF"/>
    <w:rsid w:val="00CE3E9F"/>
    <w:rsid w:val="00CE58D9"/>
    <w:rsid w:val="00CE5A92"/>
    <w:rsid w:val="00CF2D10"/>
    <w:rsid w:val="00D005BD"/>
    <w:rsid w:val="00D03184"/>
    <w:rsid w:val="00D07C35"/>
    <w:rsid w:val="00D13C63"/>
    <w:rsid w:val="00D146D8"/>
    <w:rsid w:val="00D2070D"/>
    <w:rsid w:val="00D40DAA"/>
    <w:rsid w:val="00D61B52"/>
    <w:rsid w:val="00D80FF2"/>
    <w:rsid w:val="00D85F13"/>
    <w:rsid w:val="00D95B8E"/>
    <w:rsid w:val="00DA2F24"/>
    <w:rsid w:val="00DB7356"/>
    <w:rsid w:val="00DC7C6F"/>
    <w:rsid w:val="00DD3884"/>
    <w:rsid w:val="00DD3907"/>
    <w:rsid w:val="00DD3CDA"/>
    <w:rsid w:val="00DE398D"/>
    <w:rsid w:val="00DE50C4"/>
    <w:rsid w:val="00DE7124"/>
    <w:rsid w:val="00DE7199"/>
    <w:rsid w:val="00DF35B5"/>
    <w:rsid w:val="00DF4EED"/>
    <w:rsid w:val="00E00192"/>
    <w:rsid w:val="00E01E6E"/>
    <w:rsid w:val="00E04E4F"/>
    <w:rsid w:val="00E07972"/>
    <w:rsid w:val="00E27037"/>
    <w:rsid w:val="00E272AA"/>
    <w:rsid w:val="00E27980"/>
    <w:rsid w:val="00E36488"/>
    <w:rsid w:val="00E461E9"/>
    <w:rsid w:val="00E4630C"/>
    <w:rsid w:val="00E463F3"/>
    <w:rsid w:val="00E51EAD"/>
    <w:rsid w:val="00E53449"/>
    <w:rsid w:val="00E617A9"/>
    <w:rsid w:val="00E97746"/>
    <w:rsid w:val="00EA5D40"/>
    <w:rsid w:val="00EB0FF7"/>
    <w:rsid w:val="00EB35B2"/>
    <w:rsid w:val="00EB5717"/>
    <w:rsid w:val="00EC6B10"/>
    <w:rsid w:val="00ED2453"/>
    <w:rsid w:val="00ED3ACD"/>
    <w:rsid w:val="00ED46E2"/>
    <w:rsid w:val="00EE012A"/>
    <w:rsid w:val="00EF0509"/>
    <w:rsid w:val="00EF18F5"/>
    <w:rsid w:val="00EF2A45"/>
    <w:rsid w:val="00F0689B"/>
    <w:rsid w:val="00F143BB"/>
    <w:rsid w:val="00F17ADE"/>
    <w:rsid w:val="00F2199C"/>
    <w:rsid w:val="00F23654"/>
    <w:rsid w:val="00F40B3F"/>
    <w:rsid w:val="00F40DF2"/>
    <w:rsid w:val="00F423B4"/>
    <w:rsid w:val="00F4264B"/>
    <w:rsid w:val="00F44824"/>
    <w:rsid w:val="00F6635F"/>
    <w:rsid w:val="00F66F41"/>
    <w:rsid w:val="00F72E00"/>
    <w:rsid w:val="00F73FDD"/>
    <w:rsid w:val="00F74E80"/>
    <w:rsid w:val="00F81B53"/>
    <w:rsid w:val="00F85F5F"/>
    <w:rsid w:val="00F87889"/>
    <w:rsid w:val="00F935F0"/>
    <w:rsid w:val="00F95454"/>
    <w:rsid w:val="00FA46AF"/>
    <w:rsid w:val="00FB5259"/>
    <w:rsid w:val="00FB5AAB"/>
    <w:rsid w:val="00FC0486"/>
    <w:rsid w:val="00FC78F8"/>
    <w:rsid w:val="00FD3AB8"/>
    <w:rsid w:val="00FD3AF7"/>
    <w:rsid w:val="00FD4253"/>
    <w:rsid w:val="00FE031B"/>
    <w:rsid w:val="00FE6FAD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C1D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uiPriority w:val="22"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31A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1A7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1A7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A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A7D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EF18F5"/>
    <w:pPr>
      <w:spacing w:after="200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uiPriority w:val="22"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31A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1A7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1A7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A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A7D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EF18F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D2F0F-4919-48FE-A971-7DFAB9F64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</Template>
  <TotalTime>1430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Ševecová Ivana</cp:lastModifiedBy>
  <cp:revision>54</cp:revision>
  <cp:lastPrinted>2020-01-23T12:47:00Z</cp:lastPrinted>
  <dcterms:created xsi:type="dcterms:W3CDTF">2018-07-10T11:41:00Z</dcterms:created>
  <dcterms:modified xsi:type="dcterms:W3CDTF">2020-01-23T12:47:00Z</dcterms:modified>
</cp:coreProperties>
</file>